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6706B">
        <w:rPr>
          <w:rFonts w:ascii="Corbel" w:hAnsi="Corbel"/>
          <w:b/>
          <w:smallCaps/>
          <w:sz w:val="24"/>
          <w:szCs w:val="24"/>
        </w:rPr>
        <w:t>2020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F6706B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20469">
        <w:rPr>
          <w:rFonts w:ascii="Corbel" w:hAnsi="Corbel"/>
          <w:sz w:val="20"/>
          <w:szCs w:val="20"/>
        </w:rPr>
        <w:t>202</w:t>
      </w:r>
      <w:r w:rsidR="00F6706B">
        <w:rPr>
          <w:rFonts w:ascii="Corbel" w:hAnsi="Corbel"/>
          <w:sz w:val="20"/>
          <w:szCs w:val="20"/>
        </w:rPr>
        <w:t>2</w:t>
      </w:r>
      <w:r w:rsidR="00520469">
        <w:rPr>
          <w:rFonts w:ascii="Corbel" w:hAnsi="Corbel"/>
          <w:sz w:val="20"/>
          <w:szCs w:val="20"/>
        </w:rPr>
        <w:t>/202</w:t>
      </w:r>
      <w:r w:rsidR="00F6706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D4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</w:t>
            </w:r>
            <w:r w:rsidR="008A2695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C51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C51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20469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46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467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1D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467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91D9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467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91D9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DB582F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125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Przetwarzanie cyfrowe materiałów multimedialnych w zależności od potrzeb i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35365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53650" w:rsidP="00353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cyfrowego przetwarzania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założenia dotyczące cyfrowego przetwarzania materiałów multimedialnych na określony temat związane z przeznaczeniem dla określonej grupy odbiorców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5947" w:rsidRPr="009C54AE" w:rsidTr="0016558F">
        <w:tc>
          <w:tcPr>
            <w:tcW w:w="1681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i opisze przestrzeganie praw autorskich w związku z cyfrowym przetwarzaniem materiałów multimedialnych</w:t>
            </w:r>
          </w:p>
        </w:tc>
        <w:tc>
          <w:tcPr>
            <w:tcW w:w="1865" w:type="dxa"/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odpowiednie programy i urządzenia do cyfrowego przetworzenia materiałów multimedialnych, przetworzy materiał wizualny w zależności od potrzeb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wykonaną przez siebie oraz przez innych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B594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5C720A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braki w swojej wiedzy związane</w:t>
            </w:r>
            <w:r w:rsidR="00BB5947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B134F0">
              <w:rPr>
                <w:rFonts w:ascii="Corbel" w:hAnsi="Corbel"/>
                <w:b w:val="0"/>
                <w:smallCaps w:val="0"/>
                <w:szCs w:val="24"/>
              </w:rPr>
              <w:t>cyfrowym przetwarzaniem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47" w:rsidRPr="009C54AE" w:rsidRDefault="00BB5947" w:rsidP="00BB59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3148C6" w:rsidRPr="009C54AE" w:rsidTr="001001CD">
        <w:tc>
          <w:tcPr>
            <w:tcW w:w="9520" w:type="dxa"/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programy do nagrywania, montażu i edycji dźwięku</w:t>
            </w:r>
          </w:p>
        </w:tc>
      </w:tr>
      <w:tr w:rsidR="003148C6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C6" w:rsidRPr="00CD7FBD" w:rsidRDefault="003148C6" w:rsidP="003148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lastRenderedPageBreak/>
              <w:t>Aplikacje wizualizacyjne na telefony kom</w:t>
            </w:r>
            <w:r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3148C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i grupowa z programami komputerowymi, które pozwalają na cyfrowe przetwarzanie materiałów multimedialnych,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0B04CD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85747A" w:rsidRPr="009C54AE" w:rsidRDefault="000B04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04C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0B04CD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CD" w:rsidRPr="009C54AE" w:rsidRDefault="000B04CD" w:rsidP="000B04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F564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918D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918D5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F918D5" w:rsidP="00F9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Studiowanie literatury </w:t>
            </w:r>
          </w:p>
        </w:tc>
        <w:tc>
          <w:tcPr>
            <w:tcW w:w="4677" w:type="dxa"/>
          </w:tcPr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918D5" w:rsidRDefault="00F918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B46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46755" w:rsidRDefault="00B46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  <w:p w:rsidR="00B46755" w:rsidRPr="009C54AE" w:rsidRDefault="00B46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90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4B8B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Benicewicz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Miazga A., Grafika w biznesie. Projektowanie elementów tożsamości wizualnej. Wyd. Helion, Gliwice 2012.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354B8B" w:rsidRDefault="00354B8B" w:rsidP="00354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354B8B" w:rsidRPr="009C54AE" w:rsidRDefault="00354B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2340F">
              <w:rPr>
                <w:rFonts w:ascii="Corbel" w:hAnsi="Corbel"/>
                <w:b w:val="0"/>
                <w:smallCaps w:val="0"/>
                <w:szCs w:val="24"/>
              </w:rPr>
              <w:t>literatura związana z wykorzystywanymi programami komputerowymi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A4" w:rsidRDefault="000A24A4" w:rsidP="00C16ABF">
      <w:pPr>
        <w:spacing w:after="0" w:line="240" w:lineRule="auto"/>
      </w:pPr>
      <w:r>
        <w:separator/>
      </w:r>
    </w:p>
  </w:endnote>
  <w:endnote w:type="continuationSeparator" w:id="0">
    <w:p w:rsidR="000A24A4" w:rsidRDefault="000A24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A4" w:rsidRDefault="000A24A4" w:rsidP="00C16ABF">
      <w:pPr>
        <w:spacing w:after="0" w:line="240" w:lineRule="auto"/>
      </w:pPr>
      <w:r>
        <w:separator/>
      </w:r>
    </w:p>
  </w:footnote>
  <w:footnote w:type="continuationSeparator" w:id="0">
    <w:p w:rsidR="000A24A4" w:rsidRDefault="000A24A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4A4"/>
    <w:rsid w:val="000A296F"/>
    <w:rsid w:val="000A2A28"/>
    <w:rsid w:val="000B04CD"/>
    <w:rsid w:val="000B192D"/>
    <w:rsid w:val="000B28EE"/>
    <w:rsid w:val="000B3E37"/>
    <w:rsid w:val="000D04B0"/>
    <w:rsid w:val="000E5B2C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2144C0"/>
    <w:rsid w:val="002158D6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48C6"/>
    <w:rsid w:val="003151C5"/>
    <w:rsid w:val="003343CF"/>
    <w:rsid w:val="00346FE9"/>
    <w:rsid w:val="0034759A"/>
    <w:rsid w:val="003503F6"/>
    <w:rsid w:val="003530DD"/>
    <w:rsid w:val="00353650"/>
    <w:rsid w:val="00354B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961"/>
    <w:rsid w:val="0050496F"/>
    <w:rsid w:val="00513B6F"/>
    <w:rsid w:val="00517C63"/>
    <w:rsid w:val="00520469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20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F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4DA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01E0"/>
    <w:rsid w:val="008917F9"/>
    <w:rsid w:val="008A269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02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1738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02E"/>
    <w:rsid w:val="00AD66D6"/>
    <w:rsid w:val="00AE1160"/>
    <w:rsid w:val="00AE203C"/>
    <w:rsid w:val="00AE2E74"/>
    <w:rsid w:val="00AE5FCB"/>
    <w:rsid w:val="00AF2C1E"/>
    <w:rsid w:val="00B06142"/>
    <w:rsid w:val="00B134F0"/>
    <w:rsid w:val="00B135B1"/>
    <w:rsid w:val="00B15FA8"/>
    <w:rsid w:val="00B3130B"/>
    <w:rsid w:val="00B40ADB"/>
    <w:rsid w:val="00B43B77"/>
    <w:rsid w:val="00B43E80"/>
    <w:rsid w:val="00B46755"/>
    <w:rsid w:val="00B607DB"/>
    <w:rsid w:val="00B66529"/>
    <w:rsid w:val="00B74B1F"/>
    <w:rsid w:val="00B75946"/>
    <w:rsid w:val="00B8056E"/>
    <w:rsid w:val="00B819C8"/>
    <w:rsid w:val="00B82308"/>
    <w:rsid w:val="00B90885"/>
    <w:rsid w:val="00B91D9B"/>
    <w:rsid w:val="00B966C5"/>
    <w:rsid w:val="00BB520A"/>
    <w:rsid w:val="00BB5947"/>
    <w:rsid w:val="00BD3869"/>
    <w:rsid w:val="00BD66E9"/>
    <w:rsid w:val="00BD6FF4"/>
    <w:rsid w:val="00BE27E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C93"/>
    <w:rsid w:val="00C5251A"/>
    <w:rsid w:val="00C56036"/>
    <w:rsid w:val="00C61DC5"/>
    <w:rsid w:val="00C661C9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82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357"/>
    <w:rsid w:val="00E63348"/>
    <w:rsid w:val="00E77E88"/>
    <w:rsid w:val="00E8107D"/>
    <w:rsid w:val="00E960BB"/>
    <w:rsid w:val="00EA2074"/>
    <w:rsid w:val="00EA4832"/>
    <w:rsid w:val="00EA4E9D"/>
    <w:rsid w:val="00EC4899"/>
    <w:rsid w:val="00EC51DC"/>
    <w:rsid w:val="00ED03AB"/>
    <w:rsid w:val="00ED32D2"/>
    <w:rsid w:val="00EE32DE"/>
    <w:rsid w:val="00EE5457"/>
    <w:rsid w:val="00F070AB"/>
    <w:rsid w:val="00F17567"/>
    <w:rsid w:val="00F2340F"/>
    <w:rsid w:val="00F27A7B"/>
    <w:rsid w:val="00F511E1"/>
    <w:rsid w:val="00F526AF"/>
    <w:rsid w:val="00F56405"/>
    <w:rsid w:val="00F617C3"/>
    <w:rsid w:val="00F6366F"/>
    <w:rsid w:val="00F6706B"/>
    <w:rsid w:val="00F7066B"/>
    <w:rsid w:val="00F83B28"/>
    <w:rsid w:val="00F918D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89A07-D332-4872-8F50-CF1E9348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2020-01-14T11:20:00Z</cp:lastPrinted>
  <dcterms:created xsi:type="dcterms:W3CDTF">2019-11-05T10:30:00Z</dcterms:created>
  <dcterms:modified xsi:type="dcterms:W3CDTF">2021-09-30T12:04:00Z</dcterms:modified>
</cp:coreProperties>
</file>